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1C14B6" w:rsidP="00D05412">
      <w:pPr>
        <w:pStyle w:val="berschrift4"/>
        <w:rPr>
          <w:sz w:val="32"/>
          <w:szCs w:val="32"/>
        </w:rPr>
      </w:pPr>
      <w:r>
        <w:rPr>
          <w:sz w:val="32"/>
          <w:szCs w:val="32"/>
        </w:rPr>
        <w:t>Wahla</w:t>
      </w:r>
      <w:r w:rsidR="00D05412" w:rsidRPr="005C626C">
        <w:rPr>
          <w:sz w:val="32"/>
          <w:szCs w:val="32"/>
        </w:rPr>
        <w:t xml:space="preserve">ufgabe </w:t>
      </w:r>
      <w:r w:rsidR="00717841">
        <w:rPr>
          <w:sz w:val="32"/>
          <w:szCs w:val="32"/>
        </w:rPr>
        <w:t>2</w:t>
      </w:r>
      <w:r w:rsidR="00480331">
        <w:rPr>
          <w:sz w:val="32"/>
          <w:szCs w:val="32"/>
        </w:rPr>
        <w:t>d</w:t>
      </w:r>
    </w:p>
    <w:p w:rsidR="00A82E4E" w:rsidRPr="008817D1" w:rsidRDefault="009B2651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873972</wp:posOffset>
                </wp:positionH>
                <wp:positionV relativeFrom="paragraph">
                  <wp:posOffset>1078865</wp:posOffset>
                </wp:positionV>
                <wp:extent cx="4246880" cy="5171440"/>
                <wp:effectExtent l="57150" t="38100" r="1270" b="10160"/>
                <wp:wrapNone/>
                <wp:docPr id="204" name="Gruppieren 2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6880" cy="5171440"/>
                          <a:chOff x="0" y="0"/>
                          <a:chExt cx="4246880" cy="5171440"/>
                        </a:xfrm>
                      </wpg:grpSpPr>
                      <wps:wsp>
                        <wps:cNvPr id="283" name="Freihandform 283"/>
                        <wps:cNvSpPr/>
                        <wps:spPr>
                          <a:xfrm>
                            <a:off x="10160" y="25400"/>
                            <a:ext cx="2766060" cy="3505200"/>
                          </a:xfrm>
                          <a:custGeom>
                            <a:avLst/>
                            <a:gdLst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148840 h 3505200"/>
                              <a:gd name="connsiteX5" fmla="*/ 1051560 w 2766060"/>
                              <a:gd name="connsiteY5" fmla="*/ 2148840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148840 h 3505200"/>
                              <a:gd name="connsiteX5" fmla="*/ 1049867 w 2766060"/>
                              <a:gd name="connsiteY5" fmla="*/ 2766907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775374 h 3505200"/>
                              <a:gd name="connsiteX5" fmla="*/ 1049867 w 2766060"/>
                              <a:gd name="connsiteY5" fmla="*/ 2766907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775374 h 3505200"/>
                              <a:gd name="connsiteX5" fmla="*/ 1045633 w 2766060"/>
                              <a:gd name="connsiteY5" fmla="*/ 2771140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775374 h 3505200"/>
                              <a:gd name="connsiteX5" fmla="*/ 1049867 w 2766060"/>
                              <a:gd name="connsiteY5" fmla="*/ 2783840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  <a:gd name="connsiteX0" fmla="*/ 0 w 2766060"/>
                              <a:gd name="connsiteY0" fmla="*/ 3505200 h 3505200"/>
                              <a:gd name="connsiteX1" fmla="*/ 1386840 w 2766060"/>
                              <a:gd name="connsiteY1" fmla="*/ 0 h 3505200"/>
                              <a:gd name="connsiteX2" fmla="*/ 2766060 w 2766060"/>
                              <a:gd name="connsiteY2" fmla="*/ 3505200 h 3505200"/>
                              <a:gd name="connsiteX3" fmla="*/ 1760220 w 2766060"/>
                              <a:gd name="connsiteY3" fmla="*/ 3505200 h 3505200"/>
                              <a:gd name="connsiteX4" fmla="*/ 1760220 w 2766060"/>
                              <a:gd name="connsiteY4" fmla="*/ 2779608 h 3505200"/>
                              <a:gd name="connsiteX5" fmla="*/ 1049867 w 2766060"/>
                              <a:gd name="connsiteY5" fmla="*/ 2783840 h 3505200"/>
                              <a:gd name="connsiteX6" fmla="*/ 1051560 w 2766060"/>
                              <a:gd name="connsiteY6" fmla="*/ 3489960 h 3505200"/>
                              <a:gd name="connsiteX7" fmla="*/ 0 w 2766060"/>
                              <a:gd name="connsiteY7" fmla="*/ 3505200 h 3505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66060" h="3505200">
                                <a:moveTo>
                                  <a:pt x="0" y="3505200"/>
                                </a:moveTo>
                                <a:lnTo>
                                  <a:pt x="1386840" y="0"/>
                                </a:lnTo>
                                <a:lnTo>
                                  <a:pt x="2766060" y="3505200"/>
                                </a:lnTo>
                                <a:lnTo>
                                  <a:pt x="1760220" y="3505200"/>
                                </a:lnTo>
                                <a:lnTo>
                                  <a:pt x="1760220" y="2779608"/>
                                </a:lnTo>
                                <a:lnTo>
                                  <a:pt x="1049867" y="2783840"/>
                                </a:lnTo>
                                <a:cubicBezTo>
                                  <a:pt x="1050431" y="3024858"/>
                                  <a:pt x="1050996" y="3248942"/>
                                  <a:pt x="1051560" y="3489960"/>
                                </a:cubicBezTo>
                                <a:lnTo>
                                  <a:pt x="0" y="3505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 w="38100">
                            <a:solidFill>
                              <a:srgbClr val="7030A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9" name="Gruppieren 199"/>
                        <wpg:cNvGrpSpPr/>
                        <wpg:grpSpPr>
                          <a:xfrm>
                            <a:off x="0" y="3535680"/>
                            <a:ext cx="2787015" cy="1635760"/>
                            <a:chOff x="0" y="0"/>
                            <a:chExt cx="2787015" cy="1635760"/>
                          </a:xfrm>
                        </wpg:grpSpPr>
                        <wps:wsp>
                          <wps:cNvPr id="284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0" y="355600"/>
                              <a:ext cx="558165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D05D01" w:rsidRPr="009533D1" w:rsidRDefault="00D05D01" w:rsidP="00D05D01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  <w:r w:rsidR="00640C79"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5" name="Gerader Verbinder 285"/>
                          <wps:cNvCnPr/>
                          <wps:spPr>
                            <a:xfrm>
                              <a:off x="1056640" y="5080"/>
                              <a:ext cx="0" cy="6368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6" name="Gerader Verbinder 286"/>
                          <wps:cNvCnPr/>
                          <wps:spPr>
                            <a:xfrm>
                              <a:off x="1766146" y="5080"/>
                              <a:ext cx="0" cy="63681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7" name="Gerade Verbindung mit Pfeil 287"/>
                          <wps:cNvCnPr/>
                          <wps:spPr>
                            <a:xfrm>
                              <a:off x="406400" y="513080"/>
                              <a:ext cx="609600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2" name="Gerade Verbindung mit Pfeil 192"/>
                          <wps:cNvCnPr/>
                          <wps:spPr>
                            <a:xfrm flipH="1">
                              <a:off x="1783080" y="518160"/>
                              <a:ext cx="712470" cy="1016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5" name="Gerader Verbinder 195"/>
                          <wps:cNvCnPr/>
                          <wps:spPr>
                            <a:xfrm>
                              <a:off x="2778760" y="0"/>
                              <a:ext cx="8255" cy="160845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6" name="Gerade Verbindung mit Pfeil 196"/>
                          <wps:cNvCnPr/>
                          <wps:spPr>
                            <a:xfrm>
                              <a:off x="0" y="1503680"/>
                              <a:ext cx="2774315" cy="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Gerader Verbinder 197"/>
                          <wps:cNvCnPr/>
                          <wps:spPr>
                            <a:xfrm>
                              <a:off x="0" y="0"/>
                              <a:ext cx="8255" cy="1608455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0" y="1300480"/>
                              <a:ext cx="558165" cy="3352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97785" w:rsidRPr="009533D1" w:rsidRDefault="00F97785" w:rsidP="00F97785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6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03" name="Gruppieren 203"/>
                        <wpg:cNvGrpSpPr/>
                        <wpg:grpSpPr>
                          <a:xfrm>
                            <a:off x="1407160" y="0"/>
                            <a:ext cx="2839720" cy="3533140"/>
                            <a:chOff x="0" y="0"/>
                            <a:chExt cx="2839720" cy="3533140"/>
                          </a:xfrm>
                        </wpg:grpSpPr>
                        <wps:wsp>
                          <wps:cNvPr id="273" name="Gerader Verbinder 273"/>
                          <wps:cNvCnPr>
                            <a:stCxn id="283" idx="4"/>
                          </wps:cNvCnPr>
                          <wps:spPr>
                            <a:xfrm>
                              <a:off x="363220" y="2805008"/>
                              <a:ext cx="1374140" cy="4232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4" name="Gerader Verbinder 274"/>
                          <wps:cNvCnPr/>
                          <wps:spPr>
                            <a:xfrm>
                              <a:off x="1412240" y="3530600"/>
                              <a:ext cx="120396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8" name="Gerade Verbindung mit Pfeil 278"/>
                          <wps:cNvCnPr/>
                          <wps:spPr>
                            <a:xfrm>
                              <a:off x="1737360" y="2794000"/>
                              <a:ext cx="7620" cy="73914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2880" y="2987040"/>
                              <a:ext cx="594360" cy="330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33D1" w:rsidRPr="009533D1" w:rsidRDefault="00640C79" w:rsidP="009533D1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2x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0" name="Gerader Verbinder 200"/>
                          <wps:cNvCnPr/>
                          <wps:spPr>
                            <a:xfrm>
                              <a:off x="0" y="20320"/>
                              <a:ext cx="2494280" cy="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1" name="Gerade Verbindung mit Pfeil 201"/>
                          <wps:cNvCnPr/>
                          <wps:spPr>
                            <a:xfrm>
                              <a:off x="2504440" y="0"/>
                              <a:ext cx="83820" cy="3533140"/>
                            </a:xfrm>
                            <a:prstGeom prst="straightConnector1">
                              <a:avLst/>
                            </a:prstGeom>
                            <a:ln w="28575">
                              <a:solidFill>
                                <a:schemeClr val="tx1"/>
                              </a:solidFill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45360" y="1508760"/>
                              <a:ext cx="594360" cy="330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B2651" w:rsidRPr="009533D1" w:rsidRDefault="009B2651" w:rsidP="009B2651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8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x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04" o:spid="_x0000_s1026" style="position:absolute;margin-left:68.8pt;margin-top:84.95pt;width:334.4pt;height:407.2pt;z-index:251700224" coordsize="42468,517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">
                <v:shape id="Freihandform 283" o:spid="_x0000_s1027" style="position:absolute;left:101;top:254;width:27661;height:35052;visibility:visible;mso-wrap-style:square;v-text-anchor:middle" coordsize="2766060,350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" path="m,3505200l1386840,,2766060,3505200r-1005840,l1760220,2779608r-710353,4232c1050431,3024858,1050996,3248942,1051560,3489960l,3505200xe" fillcolor="#eaf1dd [662]" strokecolor="#7030a0" strokeweight="3pt">
                  <v:path arrowok="t" o:connecttype="custom" o:connectlocs="0,3505200;1386840,0;2766060,3505200;1760220,3505200;1760220,2779608;1049867,2783840;1051560,3489960;0,3505200" o:connectangles="0,0,0,0,0,0,0,0"/>
                </v:shape>
                <v:group id="Gruppieren 199" o:spid="_x0000_s1028" style="position:absolute;top:35356;width:27870;height:16358" coordsize="27870,163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9" type="#_x0000_t202" style="position:absolute;left:11430;top:3556;width:5581;height:3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" stroked="f">
                    <v:textbox>
                      <w:txbxContent>
                        <w:p w:rsidR="00D05D01" w:rsidRPr="009533D1" w:rsidRDefault="00D05D01" w:rsidP="00D05D01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</w:t>
                          </w:r>
                          <w:r w:rsidR="00640C79">
                            <w:rPr>
                              <w:sz w:val="32"/>
                              <w:szCs w:val="32"/>
                            </w:rPr>
                            <w:t>x</w:t>
                          </w:r>
                        </w:p>
                      </w:txbxContent>
                    </v:textbox>
                  </v:shape>
                  <v:line id="Gerader Verbinder 285" o:spid="_x0000_s1030" style="position:absolute;visibility:visible;mso-wrap-style:square" from="10566,50" to="10566,6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" strokecolor="black [3213]" strokeweight="2.25pt">
                    <v:stroke dashstyle="3 1"/>
                  </v:line>
                  <v:line id="Gerader Verbinder 286" o:spid="_x0000_s1031" style="position:absolute;visibility:visible;mso-wrap-style:square" from="17661,50" to="17661,6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" strokecolor="black [3213]" strokeweight="2.25pt">
                    <v:stroke dashstyle="3 1"/>
                  </v:lin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87" o:spid="_x0000_s1032" type="#_x0000_t32" style="position:absolute;left:4064;top:5130;width:609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" strokecolor="black [3213]" strokeweight="2.25pt">
                    <v:stroke endarrow="block"/>
                  </v:shape>
                  <v:shape id="Gerade Verbindung mit Pfeil 192" o:spid="_x0000_s1033" type="#_x0000_t32" style="position:absolute;left:17830;top:5181;width:7125;height:10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" strokecolor="black [3213]" strokeweight="2.25pt">
                    <v:stroke endarrow="block"/>
                  </v:shape>
                  <v:line id="Gerader Verbinder 195" o:spid="_x0000_s1034" style="position:absolute;visibility:visible;mso-wrap-style:square" from="27787,0" to="27870,1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" strokecolor="black [3213]" strokeweight="2.25pt">
                    <v:stroke dashstyle="3 1"/>
                  </v:line>
                  <v:shape id="Gerade Verbindung mit Pfeil 196" o:spid="_x0000_s1035" type="#_x0000_t32" style="position:absolute;top:15036;width:2774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" strokecolor="black [3213]" strokeweight="2.25pt">
                    <v:stroke startarrow="block" endarrow="block"/>
                  </v:shape>
                  <v:line id="Gerader Verbinder 197" o:spid="_x0000_s1036" style="position:absolute;visibility:visible;mso-wrap-style:square" from="0,0" to="82,16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" strokecolor="black [3213]" strokeweight="2.25pt">
                    <v:stroke dashstyle="3 1"/>
                  </v:line>
                  <v:shape id="_x0000_s1037" type="#_x0000_t202" style="position:absolute;left:11430;top:13004;width:5581;height:33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" stroked="f">
                    <v:textbox>
                      <w:txbxContent>
                        <w:p w:rsidR="00F97785" w:rsidRPr="009533D1" w:rsidRDefault="00F97785" w:rsidP="00F97785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6</w:t>
                          </w:r>
                          <w:r>
                            <w:rPr>
                              <w:sz w:val="32"/>
                              <w:szCs w:val="32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  <v:group id="Gruppieren 203" o:spid="_x0000_s1038" style="position:absolute;left:14071;width:28397;height:35331" coordsize="28397,35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<v:line id="Gerader Verbinder 273" o:spid="_x0000_s1039" style="position:absolute;visibility:visible;mso-wrap-style:square" from="3632,28050" to="17373,280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vKKxQAAANwAAAAPAAAAZHJzL2Rvd25yZXYueG1sRI/NbsIw&#10;EITvlXgHa5F6KzZU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CgzvKKxQAAANwAAAAP&#10;AAAAAAAAAAAAAAAAAAcCAABkcnMvZG93bnJldi54bWxQSwUGAAAAAAMAAwC3AAAA+QIAAAAA&#10;" strokecolor="black [3213]" strokeweight="2.25pt">
                    <v:stroke dashstyle="3 1"/>
                  </v:line>
                  <v:line id="Gerader Verbinder 274" o:spid="_x0000_s1040" style="position:absolute;visibility:visible;mso-wrap-style:square" from="14122,35306" to="26162,35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" strokecolor="black [3213]" strokeweight="2.25pt">
                    <v:stroke dashstyle="3 1"/>
                  </v:line>
                  <v:shape id="Gerade Verbindung mit Pfeil 278" o:spid="_x0000_s1041" type="#_x0000_t32" style="position:absolute;left:17373;top:27940;width:76;height:73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" strokecolor="black [3213]" strokeweight="2.25pt">
                    <v:stroke startarrow="block" endarrow="block"/>
                  </v:shape>
                  <v:shape id="_x0000_s1042" type="#_x0000_t202" style="position:absolute;left:14528;top:29870;width:594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" stroked="f">
                    <v:textbox>
                      <w:txbxContent>
                        <w:p w:rsidR="009533D1" w:rsidRPr="009533D1" w:rsidRDefault="00640C79" w:rsidP="009533D1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2x</w:t>
                          </w:r>
                        </w:p>
                      </w:txbxContent>
                    </v:textbox>
                  </v:shape>
                  <v:line id="Gerader Verbinder 200" o:spid="_x0000_s1043" style="position:absolute;visibility:visible;mso-wrap-style:square" from="0,203" to="24942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" strokecolor="black [3213]" strokeweight="2.25pt">
                    <v:stroke dashstyle="3 1"/>
                  </v:line>
                  <v:shape id="Gerade Verbindung mit Pfeil 201" o:spid="_x0000_s1044" type="#_x0000_t32" style="position:absolute;left:25044;width:838;height:3533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" strokecolor="black [3213]" strokeweight="2.25pt">
                    <v:stroke startarrow="block" endarrow="block"/>
                  </v:shape>
                  <v:shape id="_x0000_s1045" type="#_x0000_t202" style="position:absolute;left:22453;top:15087;width:594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" stroked="f">
                    <v:textbox>
                      <w:txbxContent>
                        <w:p w:rsidR="009B2651" w:rsidRPr="009533D1" w:rsidRDefault="009B2651" w:rsidP="009B2651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8</w:t>
                          </w:r>
                          <w:r>
                            <w:rPr>
                              <w:sz w:val="32"/>
                              <w:szCs w:val="32"/>
                            </w:rPr>
                            <w:t>x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817D1" w:rsidRPr="008817D1">
        <w:rPr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22400" behindDoc="0" locked="0" layoutInCell="1" allowOverlap="1" wp14:anchorId="47029F4A" wp14:editId="4AA5A988">
                <wp:simplePos x="0" y="0"/>
                <wp:positionH relativeFrom="margin">
                  <wp:align>right</wp:align>
                </wp:positionH>
                <wp:positionV relativeFrom="paragraph">
                  <wp:posOffset>7089775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46" type="#_x0000_t202" style="position:absolute;margin-left:172.5pt;margin-top:558.25pt;width:223.7pt;height:34.25pt;z-index:2516224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4Y8JgIAACQ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  <w:r w:rsidR="008817D1" w:rsidRPr="008817D1">
        <w:rPr>
          <w:sz w:val="32"/>
          <w:szCs w:val="32"/>
        </w:rPr>
        <w:t>D</w:t>
      </w:r>
      <w:bookmarkStart w:id="0" w:name="_GoBack"/>
      <w:bookmarkEnd w:id="0"/>
      <w:r w:rsidR="008817D1" w:rsidRPr="008817D1">
        <w:rPr>
          <w:sz w:val="32"/>
          <w:szCs w:val="32"/>
        </w:rPr>
        <w:t>ie Abbildung zeigt einen kegelförmigen Körper.</w:t>
      </w:r>
    </w:p>
    <w:sectPr w:rsidR="00A82E4E" w:rsidRPr="008817D1" w:rsidSect="008817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6308"/>
    <w:rsid w:val="001C14B6"/>
    <w:rsid w:val="001D34C5"/>
    <w:rsid w:val="00232126"/>
    <w:rsid w:val="002632C1"/>
    <w:rsid w:val="002660FD"/>
    <w:rsid w:val="002A1F46"/>
    <w:rsid w:val="002E772D"/>
    <w:rsid w:val="00316AD7"/>
    <w:rsid w:val="0032295B"/>
    <w:rsid w:val="003B450E"/>
    <w:rsid w:val="003C0764"/>
    <w:rsid w:val="003F2BF5"/>
    <w:rsid w:val="00472AE3"/>
    <w:rsid w:val="00473347"/>
    <w:rsid w:val="00480331"/>
    <w:rsid w:val="004B595C"/>
    <w:rsid w:val="004E1C51"/>
    <w:rsid w:val="00573373"/>
    <w:rsid w:val="005909D9"/>
    <w:rsid w:val="005B577B"/>
    <w:rsid w:val="005C2A45"/>
    <w:rsid w:val="005C626C"/>
    <w:rsid w:val="00640C79"/>
    <w:rsid w:val="006C2C59"/>
    <w:rsid w:val="00717841"/>
    <w:rsid w:val="00740FA2"/>
    <w:rsid w:val="0076208F"/>
    <w:rsid w:val="00774E83"/>
    <w:rsid w:val="007755E4"/>
    <w:rsid w:val="007D169D"/>
    <w:rsid w:val="007F64DE"/>
    <w:rsid w:val="00853093"/>
    <w:rsid w:val="0085387E"/>
    <w:rsid w:val="008817D1"/>
    <w:rsid w:val="008F0942"/>
    <w:rsid w:val="008F2736"/>
    <w:rsid w:val="008F32B4"/>
    <w:rsid w:val="008F63FB"/>
    <w:rsid w:val="008F6579"/>
    <w:rsid w:val="00910897"/>
    <w:rsid w:val="009176D4"/>
    <w:rsid w:val="00942513"/>
    <w:rsid w:val="00943F68"/>
    <w:rsid w:val="009533D1"/>
    <w:rsid w:val="009B2651"/>
    <w:rsid w:val="009E5CE2"/>
    <w:rsid w:val="009E6FA1"/>
    <w:rsid w:val="00A0791F"/>
    <w:rsid w:val="00A138F4"/>
    <w:rsid w:val="00A27E56"/>
    <w:rsid w:val="00A43AD1"/>
    <w:rsid w:val="00A467B1"/>
    <w:rsid w:val="00A57D50"/>
    <w:rsid w:val="00A82E4E"/>
    <w:rsid w:val="00AB037B"/>
    <w:rsid w:val="00B17B36"/>
    <w:rsid w:val="00B42B92"/>
    <w:rsid w:val="00B55E44"/>
    <w:rsid w:val="00BA0894"/>
    <w:rsid w:val="00BB5399"/>
    <w:rsid w:val="00BF5D39"/>
    <w:rsid w:val="00C11AFC"/>
    <w:rsid w:val="00C960E9"/>
    <w:rsid w:val="00CE6518"/>
    <w:rsid w:val="00D05412"/>
    <w:rsid w:val="00D05D01"/>
    <w:rsid w:val="00D36975"/>
    <w:rsid w:val="00D41991"/>
    <w:rsid w:val="00DC6D28"/>
    <w:rsid w:val="00E1105B"/>
    <w:rsid w:val="00E13961"/>
    <w:rsid w:val="00E67B7D"/>
    <w:rsid w:val="00F478E1"/>
    <w:rsid w:val="00F726E4"/>
    <w:rsid w:val="00F9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5E563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1B004-0D99-4C5E-A681-863972A7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6</cp:revision>
  <dcterms:created xsi:type="dcterms:W3CDTF">2022-04-14T07:37:00Z</dcterms:created>
  <dcterms:modified xsi:type="dcterms:W3CDTF">2022-04-14T07:53:00Z</dcterms:modified>
</cp:coreProperties>
</file>